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Default="003A7D31" w:rsidP="005C7AFF">
      <w:pPr>
        <w:jc w:val="right"/>
        <w:rPr>
          <w:rFonts w:ascii="Calibri" w:hAnsi="Calibri" w:cs="Calibri"/>
          <w:b/>
          <w:sz w:val="22"/>
          <w:szCs w:val="16"/>
        </w:rPr>
      </w:pPr>
      <w:bookmarkStart w:id="0" w:name="_GoBack"/>
      <w:bookmarkEnd w:id="0"/>
      <w:r w:rsidRPr="00656770">
        <w:rPr>
          <w:rFonts w:ascii="Calibri" w:hAnsi="Calibri" w:cs="Calibri"/>
          <w:b/>
          <w:sz w:val="22"/>
          <w:szCs w:val="16"/>
        </w:rPr>
        <w:t>Anexa</w:t>
      </w:r>
      <w:r w:rsidR="00656770" w:rsidRPr="00656770">
        <w:rPr>
          <w:rFonts w:ascii="Calibri" w:hAnsi="Calibri" w:cs="Calibri"/>
          <w:b/>
          <w:sz w:val="22"/>
          <w:szCs w:val="16"/>
        </w:rPr>
        <w:t xml:space="preserve"> 1</w:t>
      </w:r>
      <w:r w:rsidR="00C443B2">
        <w:rPr>
          <w:rFonts w:ascii="Calibri" w:hAnsi="Calibri" w:cs="Calibri"/>
          <w:b/>
          <w:sz w:val="22"/>
          <w:szCs w:val="16"/>
        </w:rPr>
        <w:t>8</w:t>
      </w:r>
    </w:p>
    <w:p w:rsidR="00854DF3" w:rsidRPr="00F914B7" w:rsidRDefault="00854DF3" w:rsidP="00854DF3">
      <w:pPr>
        <w:jc w:val="both"/>
        <w:rPr>
          <w:rFonts w:ascii="Calibri" w:hAnsi="Calibri" w:cs="Calibri"/>
          <w:sz w:val="16"/>
          <w:szCs w:val="16"/>
        </w:rPr>
      </w:pPr>
    </w:p>
    <w:p w:rsidR="003A7D31" w:rsidRPr="003A7D31" w:rsidRDefault="003A7D31" w:rsidP="002670EE">
      <w:pPr>
        <w:shd w:val="clear" w:color="auto" w:fill="D9D9D9"/>
        <w:jc w:val="center"/>
        <w:rPr>
          <w:rFonts w:ascii="Calibri" w:hAnsi="Calibri" w:cs="Calibri"/>
          <w:b/>
          <w:bCs/>
          <w:szCs w:val="16"/>
        </w:rPr>
      </w:pPr>
      <w:r w:rsidRPr="003A7D31">
        <w:rPr>
          <w:rFonts w:ascii="Calibri" w:hAnsi="Calibri" w:cs="Calibri"/>
          <w:b/>
          <w:bCs/>
          <w:szCs w:val="16"/>
        </w:rPr>
        <w:t>Conţinutul-cadru al Raportului privind stadiul fizic al investiţiei</w:t>
      </w:r>
    </w:p>
    <w:p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:rsidR="003A7D31" w:rsidRPr="002670EE" w:rsidRDefault="003A7D31" w:rsidP="00260EDA">
      <w:pPr>
        <w:numPr>
          <w:ilvl w:val="0"/>
          <w:numId w:val="10"/>
        </w:numPr>
        <w:rPr>
          <w:rFonts w:ascii="Calibri" w:hAnsi="Calibri"/>
          <w:b/>
        </w:rPr>
      </w:pPr>
      <w:r w:rsidRPr="002670EE">
        <w:rPr>
          <w:rFonts w:ascii="Calibri" w:hAnsi="Calibri"/>
          <w:b/>
        </w:rPr>
        <w:t>Date generale:</w:t>
      </w:r>
    </w:p>
    <w:p w:rsidR="00156AE0" w:rsidRPr="002670EE" w:rsidRDefault="003A7D31" w:rsidP="002670EE">
      <w:pPr>
        <w:numPr>
          <w:ilvl w:val="0"/>
          <w:numId w:val="11"/>
        </w:numPr>
        <w:jc w:val="both"/>
        <w:rPr>
          <w:rFonts w:ascii="Calibri" w:hAnsi="Calibri"/>
        </w:rPr>
      </w:pPr>
      <w:r w:rsidRPr="002670EE">
        <w:rPr>
          <w:rFonts w:ascii="Calibri" w:hAnsi="Calibri"/>
        </w:rPr>
        <w:t>denumirea obiectivului de investiţii;</w:t>
      </w:r>
    </w:p>
    <w:p w:rsidR="00156AE0" w:rsidRPr="002670EE" w:rsidRDefault="003A7D31" w:rsidP="002670EE">
      <w:pPr>
        <w:numPr>
          <w:ilvl w:val="0"/>
          <w:numId w:val="11"/>
        </w:numPr>
        <w:jc w:val="both"/>
        <w:rPr>
          <w:rFonts w:ascii="Calibri" w:hAnsi="Calibri"/>
        </w:rPr>
      </w:pPr>
      <w:r w:rsidRPr="002670EE">
        <w:rPr>
          <w:rFonts w:ascii="Calibri" w:hAnsi="Calibri"/>
        </w:rPr>
        <w:t>amplasamentul (judeţul, localitatea, adresa poştală şi/sau alte date de identificare, nr. cadastral, suprafaţ</w:t>
      </w:r>
      <w:r w:rsidR="00260EDA" w:rsidRPr="002670EE">
        <w:rPr>
          <w:rFonts w:ascii="Calibri" w:hAnsi="Calibri"/>
        </w:rPr>
        <w:t>a);</w:t>
      </w:r>
    </w:p>
    <w:p w:rsidR="00156AE0" w:rsidRPr="002670EE" w:rsidRDefault="003A7D31" w:rsidP="002670EE">
      <w:pPr>
        <w:numPr>
          <w:ilvl w:val="0"/>
          <w:numId w:val="11"/>
        </w:numPr>
        <w:jc w:val="both"/>
        <w:rPr>
          <w:rFonts w:ascii="Calibri" w:hAnsi="Calibri"/>
          <w:b/>
        </w:rPr>
      </w:pPr>
      <w:r w:rsidRPr="002670EE">
        <w:rPr>
          <w:rFonts w:ascii="Calibri" w:hAnsi="Calibri"/>
        </w:rPr>
        <w:t>titularul investiţiei;</w:t>
      </w:r>
    </w:p>
    <w:p w:rsidR="00156AE0" w:rsidRPr="002670EE" w:rsidRDefault="003A7D31" w:rsidP="002670EE">
      <w:pPr>
        <w:numPr>
          <w:ilvl w:val="0"/>
          <w:numId w:val="11"/>
        </w:numPr>
        <w:jc w:val="both"/>
        <w:rPr>
          <w:rFonts w:ascii="Calibri" w:hAnsi="Calibri"/>
          <w:b/>
        </w:rPr>
      </w:pPr>
      <w:r w:rsidRPr="002670EE">
        <w:rPr>
          <w:rFonts w:ascii="Calibri" w:hAnsi="Calibri"/>
        </w:rPr>
        <w:t>regim juridic;</w:t>
      </w:r>
    </w:p>
    <w:p w:rsidR="00156AE0" w:rsidRPr="002670EE" w:rsidRDefault="003A7D31" w:rsidP="002670EE">
      <w:pPr>
        <w:numPr>
          <w:ilvl w:val="0"/>
          <w:numId w:val="11"/>
        </w:numPr>
        <w:jc w:val="both"/>
        <w:rPr>
          <w:rFonts w:ascii="Calibri" w:hAnsi="Calibri"/>
          <w:b/>
        </w:rPr>
      </w:pPr>
      <w:r w:rsidRPr="002670EE">
        <w:rPr>
          <w:rFonts w:ascii="Calibri" w:hAnsi="Calibri"/>
        </w:rPr>
        <w:t>beneficiarul investiţ</w:t>
      </w:r>
      <w:r w:rsidR="00260EDA" w:rsidRPr="002670EE">
        <w:rPr>
          <w:rFonts w:ascii="Calibri" w:hAnsi="Calibri"/>
        </w:rPr>
        <w:t>iei;</w:t>
      </w:r>
    </w:p>
    <w:p w:rsidR="00156AE0" w:rsidRPr="002670EE" w:rsidRDefault="003A7D31" w:rsidP="002670EE">
      <w:pPr>
        <w:numPr>
          <w:ilvl w:val="0"/>
          <w:numId w:val="11"/>
        </w:numPr>
        <w:jc w:val="both"/>
        <w:rPr>
          <w:rFonts w:ascii="Calibri" w:hAnsi="Calibri"/>
        </w:rPr>
      </w:pPr>
      <w:r w:rsidRPr="002670EE">
        <w:rPr>
          <w:rFonts w:ascii="Calibri" w:hAnsi="Calibri"/>
        </w:rPr>
        <w:t>elaboratorul proiectului;</w:t>
      </w:r>
    </w:p>
    <w:p w:rsidR="000F4AD1" w:rsidRPr="002670EE" w:rsidRDefault="003A7D31" w:rsidP="002670EE">
      <w:pPr>
        <w:numPr>
          <w:ilvl w:val="0"/>
          <w:numId w:val="11"/>
        </w:numPr>
        <w:jc w:val="both"/>
        <w:rPr>
          <w:rFonts w:ascii="Calibri" w:hAnsi="Calibri"/>
        </w:rPr>
      </w:pPr>
      <w:r w:rsidRPr="002670EE">
        <w:rPr>
          <w:rFonts w:ascii="Calibri" w:hAnsi="Calibri"/>
        </w:rPr>
        <w:t>nr. contract de achiziţie lucrări şi nr. de acte adiţionale încheiate până la momentul întocmirii raportului.</w:t>
      </w:r>
    </w:p>
    <w:p w:rsidR="00156AE0" w:rsidRPr="002670EE" w:rsidRDefault="00156AE0" w:rsidP="00156AE0">
      <w:pPr>
        <w:ind w:left="720"/>
        <w:jc w:val="both"/>
        <w:rPr>
          <w:rFonts w:ascii="Calibri" w:hAnsi="Calibri"/>
        </w:rPr>
      </w:pPr>
    </w:p>
    <w:p w:rsidR="003A7D31" w:rsidRPr="002670EE" w:rsidRDefault="003A7D31" w:rsidP="000F4AD1">
      <w:pPr>
        <w:numPr>
          <w:ilvl w:val="0"/>
          <w:numId w:val="10"/>
        </w:numPr>
        <w:rPr>
          <w:rFonts w:ascii="Calibri" w:hAnsi="Calibri" w:cs="Courier New"/>
          <w:b/>
          <w:color w:val="000000"/>
        </w:rPr>
      </w:pPr>
      <w:r w:rsidRPr="002670EE">
        <w:rPr>
          <w:rFonts w:ascii="Calibri" w:hAnsi="Calibri"/>
          <w:b/>
        </w:rPr>
        <w:t>Descrierea lucrărilor</w:t>
      </w:r>
      <w:r w:rsidR="00D64CDE" w:rsidRPr="002670EE">
        <w:rPr>
          <w:rFonts w:ascii="Calibri" w:hAnsi="Calibri"/>
          <w:b/>
        </w:rPr>
        <w:t>:</w:t>
      </w:r>
    </w:p>
    <w:p w:rsidR="003A7D31" w:rsidRPr="002670EE" w:rsidRDefault="003A7D31" w:rsidP="0011340A">
      <w:pPr>
        <w:numPr>
          <w:ilvl w:val="1"/>
          <w:numId w:val="10"/>
        </w:numPr>
        <w:tabs>
          <w:tab w:val="left" w:pos="851"/>
        </w:tabs>
        <w:jc w:val="both"/>
        <w:rPr>
          <w:rFonts w:ascii="Calibri" w:hAnsi="Calibri"/>
        </w:rPr>
      </w:pPr>
      <w:r w:rsidRPr="002670EE">
        <w:rPr>
          <w:rFonts w:ascii="Calibri" w:hAnsi="Calibri"/>
        </w:rPr>
        <w:t>Descrierea lucrărilor aferente investiţiei (în conformitate cu documentaţia tehnico-economică şi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3A7D31" w:rsidRPr="002670EE" w:rsidTr="002670EE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Descrierea investiţiei</w:t>
            </w:r>
          </w:p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în conformitate cu documentaţia tehnico-economică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Descrierea investiţiei</w:t>
            </w:r>
          </w:p>
          <w:p w:rsidR="003A7D31" w:rsidRPr="002670EE" w:rsidRDefault="003A7D31" w:rsidP="00E746F8">
            <w:pPr>
              <w:rPr>
                <w:rFonts w:ascii="Calibri" w:hAnsi="Calibri"/>
                <w:b/>
              </w:rPr>
            </w:pPr>
            <w:r w:rsidRPr="002670EE">
              <w:rPr>
                <w:rFonts w:ascii="Calibri" w:hAnsi="Calibri"/>
                <w:b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Modificări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Document de aprobare a indicatorilor tehnico-economici</w:t>
            </w:r>
          </w:p>
        </w:tc>
      </w:tr>
      <w:tr w:rsidR="003A7D31" w:rsidRPr="002670EE" w:rsidTr="002670EE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  <w:lang w:val="en-US"/>
              </w:rPr>
            </w:pPr>
            <w:r w:rsidRPr="002670EE">
              <w:rPr>
                <w:rFonts w:ascii="Calibri" w:hAnsi="Calibri"/>
                <w:lang w:val="en-US"/>
              </w:rPr>
              <w:t>Pentru fiecare element în parte se va menţiona inclusiv solu</w:t>
            </w:r>
            <w:r w:rsidRPr="002670EE">
              <w:rPr>
                <w:rFonts w:ascii="Calibri" w:hAnsi="Calibri"/>
              </w:rPr>
              <w:t>ţi</w:t>
            </w:r>
            <w:r w:rsidRPr="002670EE">
              <w:rPr>
                <w:rFonts w:ascii="Calibri" w:hAnsi="Calibri"/>
                <w:lang w:val="en-US"/>
              </w:rPr>
              <w:t>a tehnică aleasă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 HCL ş.a. </w:t>
            </w:r>
          </w:p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 nr / data</w:t>
            </w:r>
          </w:p>
        </w:tc>
      </w:tr>
    </w:tbl>
    <w:p w:rsidR="00C916A3" w:rsidRPr="002670EE" w:rsidRDefault="00C916A3" w:rsidP="00E746F8">
      <w:pPr>
        <w:rPr>
          <w:rFonts w:ascii="Calibri" w:hAnsi="Calibri" w:cs="Calibri"/>
        </w:rPr>
      </w:pPr>
    </w:p>
    <w:p w:rsidR="003A7D31" w:rsidRPr="002670EE" w:rsidRDefault="003A7D31" w:rsidP="0011340A">
      <w:pPr>
        <w:numPr>
          <w:ilvl w:val="1"/>
          <w:numId w:val="10"/>
        </w:numPr>
        <w:tabs>
          <w:tab w:val="left" w:pos="851"/>
        </w:tabs>
        <w:rPr>
          <w:rFonts w:ascii="Calibri" w:hAnsi="Calibri" w:cs="Courier New"/>
          <w:color w:val="000000"/>
        </w:rPr>
      </w:pPr>
      <w:r w:rsidRPr="002670EE">
        <w:rPr>
          <w:rFonts w:ascii="Calibri" w:hAnsi="Calibri" w:cs="Courier New"/>
          <w:color w:val="00000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3A7D31" w:rsidRPr="002670EE" w:rsidTr="002670EE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  <w:b/>
              </w:rPr>
            </w:pPr>
            <w:r w:rsidRPr="002670EE">
              <w:rPr>
                <w:rFonts w:ascii="Calibri" w:hAnsi="Calibr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Lucrări executate şi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Lucrări executate şi neplătite</w:t>
            </w:r>
          </w:p>
        </w:tc>
      </w:tr>
      <w:tr w:rsidR="003A7D31" w:rsidRPr="002670EE" w:rsidTr="002670EE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TVA aferent</w:t>
            </w:r>
          </w:p>
        </w:tc>
      </w:tr>
      <w:tr w:rsidR="003A7D31" w:rsidRPr="002670EE" w:rsidTr="002670EE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  <w:lang w:val="en-US"/>
              </w:rPr>
            </w:pPr>
            <w:r w:rsidRPr="002670EE">
              <w:rPr>
                <w:rFonts w:ascii="Calibri" w:hAnsi="Calibri"/>
                <w:lang w:val="en-US"/>
              </w:rPr>
              <w:t xml:space="preserve">Denumirea specialităţii - se va menţiona exact ca în devizul din oferta câştigătoare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</w:tr>
    </w:tbl>
    <w:p w:rsidR="003A7D31" w:rsidRPr="002670EE" w:rsidRDefault="003A7D31" w:rsidP="00E746F8">
      <w:pPr>
        <w:rPr>
          <w:rFonts w:ascii="Calibri" w:hAnsi="Calibri" w:cs="Calibri"/>
        </w:rPr>
      </w:pPr>
    </w:p>
    <w:p w:rsidR="003A7D31" w:rsidRPr="002670EE" w:rsidRDefault="003A7D31" w:rsidP="0011340A">
      <w:pPr>
        <w:numPr>
          <w:ilvl w:val="1"/>
          <w:numId w:val="10"/>
        </w:numPr>
        <w:tabs>
          <w:tab w:val="left" w:pos="851"/>
        </w:tabs>
        <w:rPr>
          <w:rFonts w:ascii="Calibri" w:hAnsi="Calibri" w:cs="Courier New"/>
          <w:color w:val="000000"/>
        </w:rPr>
      </w:pPr>
      <w:r w:rsidRPr="002670EE">
        <w:rPr>
          <w:rFonts w:ascii="Calibri" w:hAnsi="Calibri" w:cs="Courier New"/>
          <w:color w:val="000000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3A7D31" w:rsidRPr="002670EE" w:rsidTr="002670EE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  <w:b/>
              </w:rPr>
            </w:pPr>
            <w:r w:rsidRPr="002670EE">
              <w:rPr>
                <w:rFonts w:ascii="Calibri" w:hAnsi="Calibri"/>
                <w:b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Procent lucrări rămase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lucrări rămase de executat</w:t>
            </w:r>
          </w:p>
        </w:tc>
      </w:tr>
      <w:tr w:rsidR="003A7D31" w:rsidRPr="002670EE" w:rsidTr="002670EE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  <w:highlight w:val="yellow"/>
              </w:rPr>
            </w:pPr>
            <w:r w:rsidRPr="002670EE">
              <w:rPr>
                <w:rFonts w:ascii="Calibri" w:hAnsi="Calibri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  <w:highlight w:val="yellow"/>
              </w:rPr>
            </w:pPr>
            <w:r w:rsidRPr="002670EE">
              <w:rPr>
                <w:rFonts w:ascii="Calibri" w:hAnsi="Calibri"/>
              </w:rPr>
              <w:t>TVA aferent</w:t>
            </w:r>
          </w:p>
        </w:tc>
      </w:tr>
      <w:tr w:rsidR="003A7D31" w:rsidRPr="002670EE" w:rsidTr="002670EE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  <w:lang w:val="en-US"/>
              </w:rPr>
            </w:pPr>
            <w:r w:rsidRPr="002670EE">
              <w:rPr>
                <w:rFonts w:ascii="Calibri" w:hAnsi="Calibri"/>
                <w:lang w:val="en-US"/>
              </w:rPr>
              <w:t>Denumirea specialităţii - se va menţiona exact ca în devizul din oferta câştigătoare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</w:tr>
    </w:tbl>
    <w:p w:rsidR="002F74DA" w:rsidRPr="002670EE" w:rsidRDefault="002F74DA" w:rsidP="00E746F8">
      <w:pPr>
        <w:rPr>
          <w:rFonts w:ascii="Calibri" w:hAnsi="Calibri"/>
        </w:rPr>
      </w:pPr>
    </w:p>
    <w:p w:rsidR="003A7D31" w:rsidRPr="002670EE" w:rsidRDefault="003A7D31" w:rsidP="002F74DA">
      <w:pPr>
        <w:numPr>
          <w:ilvl w:val="0"/>
          <w:numId w:val="10"/>
        </w:numPr>
        <w:rPr>
          <w:rFonts w:ascii="Calibri" w:hAnsi="Calibri"/>
          <w:b/>
        </w:rPr>
      </w:pPr>
      <w:r w:rsidRPr="002670EE">
        <w:rPr>
          <w:rFonts w:ascii="Calibri" w:hAnsi="Calibri"/>
          <w:b/>
        </w:rPr>
        <w:t>Anexe</w:t>
      </w:r>
      <w:r w:rsidR="002F74DA" w:rsidRPr="002670EE">
        <w:rPr>
          <w:rFonts w:ascii="Calibri" w:hAnsi="Calibri"/>
          <w:b/>
        </w:rPr>
        <w:t>:</w:t>
      </w:r>
    </w:p>
    <w:p w:rsidR="003A7D31" w:rsidRPr="002670EE" w:rsidRDefault="003A7D31" w:rsidP="002F74DA">
      <w:pPr>
        <w:numPr>
          <w:ilvl w:val="0"/>
          <w:numId w:val="12"/>
        </w:numPr>
        <w:jc w:val="both"/>
        <w:rPr>
          <w:rFonts w:ascii="Calibri" w:hAnsi="Calibri"/>
          <w:b/>
        </w:rPr>
      </w:pPr>
      <w:r w:rsidRPr="002670EE">
        <w:rPr>
          <w:rFonts w:ascii="Calibri" w:hAnsi="Calibri"/>
        </w:rPr>
        <w:t>deviz al lucrărilor executate şi plătite, deviz al lucrărilor executate şi neplătite şi respectiv deviz al lucrărilor ce urmează a mai fi executate.</w:t>
      </w:r>
    </w:p>
    <w:p w:rsidR="003A7D31" w:rsidRPr="002670EE" w:rsidRDefault="003A7D31" w:rsidP="00E746F8">
      <w:pPr>
        <w:rPr>
          <w:rFonts w:ascii="Calibri" w:hAnsi="Calibri"/>
        </w:rPr>
      </w:pPr>
    </w:p>
    <w:p w:rsidR="003A7D31" w:rsidRPr="002670EE" w:rsidRDefault="003A7D31" w:rsidP="00E746F8">
      <w:pPr>
        <w:rPr>
          <w:rFonts w:ascii="Calibri" w:hAnsi="Calibri"/>
        </w:rPr>
      </w:pPr>
      <w:r w:rsidRPr="002670EE">
        <w:rPr>
          <w:rFonts w:ascii="Calibri" w:hAnsi="Calibri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3A7D31" w:rsidRPr="002670EE" w:rsidTr="002670EE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Situaţie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Document plată</w:t>
            </w:r>
          </w:p>
        </w:tc>
      </w:tr>
      <w:tr w:rsidR="003A7D31" w:rsidRPr="002670EE" w:rsidTr="002670EE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totală, în lei, inclusiv TVA</w:t>
            </w:r>
          </w:p>
        </w:tc>
      </w:tr>
      <w:tr w:rsidR="003A7D31" w:rsidRPr="002670EE" w:rsidTr="002670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</w:tr>
      <w:tr w:rsidR="003A7D31" w:rsidRPr="002670EE" w:rsidTr="002670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</w:tr>
    </w:tbl>
    <w:p w:rsidR="003A7D31" w:rsidRPr="002670EE" w:rsidRDefault="003A7D31" w:rsidP="00E746F8">
      <w:pPr>
        <w:rPr>
          <w:rFonts w:ascii="Calibri" w:hAnsi="Calibri" w:cs="Calibri"/>
        </w:rPr>
      </w:pPr>
    </w:p>
    <w:p w:rsidR="002E5D1A" w:rsidRPr="002670EE" w:rsidRDefault="002E5D1A" w:rsidP="00E746F8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"/>
        <w:gridCol w:w="36"/>
        <w:gridCol w:w="44"/>
        <w:gridCol w:w="7"/>
        <w:gridCol w:w="837"/>
        <w:gridCol w:w="26"/>
        <w:gridCol w:w="740"/>
        <w:gridCol w:w="773"/>
        <w:gridCol w:w="1105"/>
        <w:gridCol w:w="879"/>
        <w:gridCol w:w="60"/>
        <w:gridCol w:w="781"/>
        <w:gridCol w:w="992"/>
        <w:gridCol w:w="851"/>
        <w:gridCol w:w="710"/>
        <w:gridCol w:w="710"/>
      </w:tblGrid>
      <w:tr w:rsidR="002E5D1A" w:rsidRPr="002670EE" w:rsidTr="005800B2">
        <w:trPr>
          <w:trHeight w:val="456"/>
        </w:trPr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Nr.</w:t>
            </w:r>
          </w:p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crt.</w:t>
            </w:r>
          </w:p>
        </w:tc>
        <w:tc>
          <w:tcPr>
            <w:tcW w:w="9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Capitol lucrări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de ofertare (lei)</w:t>
            </w:r>
          </w:p>
        </w:tc>
        <w:tc>
          <w:tcPr>
            <w:tcW w:w="2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lucrări executate</w:t>
            </w:r>
          </w:p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(lei)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Rest de executat</w:t>
            </w:r>
          </w:p>
        </w:tc>
      </w:tr>
      <w:tr w:rsidR="002E5D1A" w:rsidRPr="002670EE" w:rsidTr="005800B2">
        <w:tc>
          <w:tcPr>
            <w:tcW w:w="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Preţ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TVA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Preţ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Preţ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TVA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</w:tr>
      <w:tr w:rsidR="002E5D1A" w:rsidRPr="002670EE" w:rsidTr="005800B2">
        <w:trPr>
          <w:trHeight w:val="210"/>
        </w:trPr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Cap.1 din devizul general</w:t>
            </w:r>
          </w:p>
        </w:tc>
      </w:tr>
      <w:tr w:rsidR="002E5D1A" w:rsidRPr="002670EE" w:rsidTr="005800B2">
        <w:trPr>
          <w:trHeight w:val="180"/>
        </w:trPr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rPr>
          <w:trHeight w:val="285"/>
        </w:trPr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Cap.2 din devizul general</w:t>
            </w:r>
          </w:p>
        </w:tc>
      </w:tr>
      <w:tr w:rsidR="002E5D1A" w:rsidRPr="002670EE" w:rsidTr="005800B2"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……..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Cap. 4 din Devizul general </w:t>
            </w: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Linia 4.1</w:t>
            </w:r>
          </w:p>
        </w:tc>
      </w:tr>
      <w:tr w:rsidR="005800B2" w:rsidRPr="002670EE" w:rsidTr="005800B2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……….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Linia 4.2</w:t>
            </w:r>
          </w:p>
        </w:tc>
      </w:tr>
      <w:tr w:rsidR="002E5D1A" w:rsidRPr="002670EE" w:rsidTr="005800B2"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Linia 4.3</w:t>
            </w:r>
          </w:p>
        </w:tc>
      </w:tr>
      <w:tr w:rsidR="002E5D1A" w:rsidRPr="002670EE" w:rsidTr="005800B2"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Linia 4.4</w:t>
            </w:r>
          </w:p>
        </w:tc>
      </w:tr>
      <w:tr w:rsidR="002E5D1A" w:rsidRPr="002670EE" w:rsidTr="005800B2"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Cap. 5 din Devizul general</w:t>
            </w: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lastRenderedPageBreak/>
              <w:t>Linia 5.1.1</w:t>
            </w:r>
          </w:p>
        </w:tc>
      </w:tr>
      <w:tr w:rsidR="002E5D1A" w:rsidRPr="002670EE" w:rsidTr="005800B2"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Linia 5.1.2</w:t>
            </w:r>
          </w:p>
        </w:tc>
      </w:tr>
      <w:tr w:rsidR="002E5D1A" w:rsidRPr="002670EE" w:rsidTr="005800B2"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1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172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Contract de lucrări nr   / data    - valoare totală                                   -     ………….……lei (inclusiv TVA)</w:t>
            </w: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Suplimentări de valoare  (potrivit anexei modificărilor la contract) -   ……………….. lei (inclusiv TVA)</w:t>
            </w:r>
          </w:p>
        </w:tc>
      </w:tr>
      <w:tr w:rsidR="002E5D1A" w:rsidRPr="002670EE" w:rsidTr="005800B2">
        <w:tc>
          <w:tcPr>
            <w:tcW w:w="6062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326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……………….. lei (inclusiv TVA)</w:t>
            </w:r>
          </w:p>
        </w:tc>
      </w:tr>
    </w:tbl>
    <w:p w:rsidR="002E5D1A" w:rsidRPr="002670EE" w:rsidRDefault="002E5D1A" w:rsidP="00E746F8">
      <w:pPr>
        <w:rPr>
          <w:rFonts w:ascii="Calibri" w:hAnsi="Calibri" w:cs="Calibri"/>
        </w:rPr>
      </w:pPr>
    </w:p>
    <w:p w:rsidR="002E5D1A" w:rsidRPr="002670EE" w:rsidRDefault="002E5D1A" w:rsidP="00A3495E">
      <w:pPr>
        <w:numPr>
          <w:ilvl w:val="0"/>
          <w:numId w:val="12"/>
        </w:numPr>
        <w:rPr>
          <w:rFonts w:ascii="Calibri" w:hAnsi="Calibri"/>
        </w:rPr>
      </w:pPr>
      <w:r w:rsidRPr="002670EE">
        <w:rPr>
          <w:rFonts w:ascii="Calibri" w:hAnsi="Calibri"/>
        </w:rPr>
        <w:t>Lista modificărilor la contract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Contract de lucrări nr. ….   din data de ………….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Durata iniţială …….. luni ( de la data de …………. până la data de ……………..)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Acte adiționale: NU</w:t>
      </w:r>
    </w:p>
    <w:p w:rsidR="002E5D1A" w:rsidRPr="002670EE" w:rsidRDefault="002E5D1A" w:rsidP="00A3495E">
      <w:pPr>
        <w:ind w:left="2509"/>
        <w:rPr>
          <w:rFonts w:ascii="Calibri" w:hAnsi="Calibri"/>
        </w:rPr>
      </w:pPr>
      <w:r w:rsidRPr="002670EE">
        <w:rPr>
          <w:rFonts w:ascii="Calibri" w:hAnsi="Calibri"/>
        </w:rPr>
        <w:t>sau DA, respectiv  Act adiţional nr. ….   din data de ………….</w:t>
      </w:r>
      <w:r w:rsidRPr="002670EE">
        <w:rPr>
          <w:rFonts w:ascii="Calibri" w:hAnsi="Calibri"/>
          <w:i/>
        </w:rPr>
        <w:t xml:space="preserve"> (se vor enumera, în ordine cronologică toate actele adiţionale semnate până la data depunerii cererii de finanţare)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NR-uri: NU</w:t>
      </w:r>
    </w:p>
    <w:p w:rsidR="002E5D1A" w:rsidRPr="002670EE" w:rsidRDefault="002E5D1A" w:rsidP="00705EDB">
      <w:pPr>
        <w:ind w:left="1418"/>
        <w:rPr>
          <w:rFonts w:ascii="Calibri" w:hAnsi="Calibri"/>
        </w:rPr>
      </w:pPr>
      <w:r w:rsidRPr="002670EE">
        <w:rPr>
          <w:rFonts w:ascii="Calibri" w:hAnsi="Calibri"/>
        </w:rPr>
        <w:t>sau DA, respectiv  NR   din data de ………….</w:t>
      </w:r>
      <w:r w:rsidRPr="002670EE">
        <w:rPr>
          <w:rFonts w:ascii="Calibri" w:hAnsi="Calibri"/>
          <w:i/>
        </w:rPr>
        <w:t xml:space="preserve"> (se vor enumera, în ordine cronologică toate NR-urile existente până la data depunerii cererii de finanţare)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NCS-uri: NU</w:t>
      </w:r>
    </w:p>
    <w:p w:rsidR="002E5D1A" w:rsidRPr="002670EE" w:rsidRDefault="002E5D1A" w:rsidP="00705EDB">
      <w:pPr>
        <w:ind w:left="1418"/>
        <w:rPr>
          <w:rFonts w:ascii="Calibri" w:hAnsi="Calibri"/>
        </w:rPr>
      </w:pPr>
      <w:r w:rsidRPr="002670EE">
        <w:rPr>
          <w:rFonts w:ascii="Calibri" w:hAnsi="Calibri"/>
        </w:rPr>
        <w:t>sau DA, respectiv  NCS   din data de ………….</w:t>
      </w:r>
      <w:r w:rsidRPr="002670EE">
        <w:rPr>
          <w:rFonts w:ascii="Calibri" w:hAnsi="Calibri"/>
          <w:i/>
        </w:rPr>
        <w:t xml:space="preserve"> (se vor enumera, în ordine cronologică toate NCS-urile existente până la data depunerii cererii de finanţare)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Ordin de începere a lucrărilor ….   din data de ………….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 xml:space="preserve">Ordin de sistare: NU </w:t>
      </w:r>
    </w:p>
    <w:p w:rsidR="002E5D1A" w:rsidRPr="002670EE" w:rsidRDefault="002E5D1A" w:rsidP="00705EDB">
      <w:pPr>
        <w:ind w:left="2509"/>
        <w:rPr>
          <w:rFonts w:ascii="Calibri" w:hAnsi="Calibri"/>
        </w:rPr>
      </w:pPr>
      <w:r w:rsidRPr="002670EE">
        <w:rPr>
          <w:rFonts w:ascii="Calibri" w:hAnsi="Calibri"/>
        </w:rPr>
        <w:t>sau DA, nr. ….   din data de ………….</w:t>
      </w:r>
    </w:p>
    <w:p w:rsidR="002E5D1A" w:rsidRPr="002670EE" w:rsidRDefault="002E5D1A" w:rsidP="00E746F8">
      <w:pPr>
        <w:rPr>
          <w:rFonts w:ascii="Calibri" w:hAnsi="Calibri"/>
        </w:rPr>
      </w:pPr>
    </w:p>
    <w:p w:rsidR="002E5D1A" w:rsidRPr="002670EE" w:rsidRDefault="002E5D1A" w:rsidP="00705EDB">
      <w:pPr>
        <w:numPr>
          <w:ilvl w:val="0"/>
          <w:numId w:val="12"/>
        </w:numPr>
        <w:rPr>
          <w:rFonts w:ascii="Calibri" w:hAnsi="Calibri"/>
          <w:b/>
        </w:rPr>
      </w:pPr>
      <w:r w:rsidRPr="002670EE">
        <w:rPr>
          <w:rFonts w:ascii="Calibri" w:hAnsi="Calibri"/>
        </w:rPr>
        <w:t>Elemente ilustrative ale lucrărilor executate (fotografii)</w:t>
      </w:r>
    </w:p>
    <w:p w:rsidR="002E5D1A" w:rsidRPr="002670EE" w:rsidRDefault="002E5D1A" w:rsidP="00E746F8">
      <w:pPr>
        <w:rPr>
          <w:rFonts w:ascii="Calibri" w:hAnsi="Calibri" w:cs="Calibri"/>
        </w:rPr>
      </w:pPr>
    </w:p>
    <w:p w:rsidR="002E5D1A" w:rsidRPr="002670EE" w:rsidRDefault="002E5D1A" w:rsidP="00705EDB">
      <w:pPr>
        <w:numPr>
          <w:ilvl w:val="0"/>
          <w:numId w:val="10"/>
        </w:numPr>
        <w:rPr>
          <w:rFonts w:ascii="Calibri" w:hAnsi="Calibri"/>
          <w:b/>
        </w:rPr>
      </w:pPr>
      <w:r w:rsidRPr="002670EE">
        <w:rPr>
          <w:rFonts w:ascii="Calibri" w:hAnsi="Calibri"/>
          <w:b/>
        </w:rPr>
        <w:t>Asumarea raportului</w:t>
      </w:r>
      <w:r w:rsidR="00705EDB" w:rsidRPr="002670EE">
        <w:rPr>
          <w:rFonts w:ascii="Calibri" w:hAnsi="Calibri"/>
          <w:b/>
        </w:rPr>
        <w:t>:</w:t>
      </w:r>
    </w:p>
    <w:p w:rsidR="00705EDB" w:rsidRPr="002670EE" w:rsidRDefault="00705EDB" w:rsidP="00E746F8">
      <w:pPr>
        <w:rPr>
          <w:rFonts w:ascii="Calibri" w:hAnsi="Calibri"/>
          <w:snapToGrid w:val="0"/>
        </w:rPr>
      </w:pPr>
    </w:p>
    <w:p w:rsidR="002E5D1A" w:rsidRPr="002670EE" w:rsidRDefault="002E5D1A" w:rsidP="00E746F8">
      <w:pPr>
        <w:rPr>
          <w:rFonts w:ascii="Calibri" w:hAnsi="Calibri"/>
          <w:snapToGrid w:val="0"/>
        </w:rPr>
      </w:pPr>
      <w:r w:rsidRPr="002670EE">
        <w:rPr>
          <w:rFonts w:ascii="Calibri" w:hAnsi="Calibri"/>
          <w:snapToGrid w:val="0"/>
        </w:rPr>
        <w:t>Subsemnații,</w:t>
      </w:r>
    </w:p>
    <w:p w:rsidR="002E5D1A" w:rsidRPr="002670EE" w:rsidRDefault="002E5D1A" w:rsidP="00705EDB">
      <w:pPr>
        <w:jc w:val="both"/>
        <w:rPr>
          <w:rFonts w:ascii="Calibri" w:hAnsi="Calibri"/>
          <w:snapToGrid w:val="0"/>
        </w:rPr>
      </w:pPr>
      <w:r w:rsidRPr="002670EE">
        <w:rPr>
          <w:rFonts w:ascii="Calibri" w:hAnsi="Calibri"/>
          <w:snapToGrid w:val="0"/>
        </w:rPr>
        <w:t>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numele şi prenumele reprezentantului legal al solicitantului, astfel cum acesta apare în CI</w:t>
      </w:r>
      <w:r w:rsidRPr="002670EE">
        <w:rPr>
          <w:rFonts w:ascii="Calibri" w:hAnsi="Calibri"/>
          <w:snapToGrid w:val="0"/>
        </w:rPr>
        <w:t>&gt;, posesor al CI seria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</w:t>
      </w:r>
      <w:r w:rsidRPr="002670EE">
        <w:rPr>
          <w:rFonts w:ascii="Calibri" w:hAnsi="Calibri"/>
          <w:snapToGrid w:val="0"/>
        </w:rPr>
        <w:t>&gt; nr.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eliberat/ă de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……………</w:t>
      </w:r>
      <w:r w:rsidRPr="002670EE">
        <w:rPr>
          <w:rFonts w:ascii="Calibri" w:hAnsi="Calibri"/>
          <w:snapToGrid w:val="0"/>
        </w:rPr>
        <w:t>&gt;,  CNP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în calitate de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funcţia</w:t>
      </w:r>
      <w:r w:rsidRPr="002670EE">
        <w:rPr>
          <w:rFonts w:ascii="Calibri" w:hAnsi="Calibri"/>
          <w:snapToGrid w:val="0"/>
        </w:rPr>
        <w:t>&gt; al &lt;</w:t>
      </w:r>
      <w:r w:rsidRPr="002670EE">
        <w:rPr>
          <w:rFonts w:ascii="Calibri" w:hAnsi="Calibri"/>
          <w:i/>
          <w:iCs/>
          <w:snapToGrid w:val="0"/>
          <w:highlight w:val="lightGray"/>
          <w:shd w:val="clear" w:color="auto" w:fill="CCCCCC"/>
        </w:rPr>
        <w:t xml:space="preserve">denumirea </w:t>
      </w:r>
      <w:r w:rsidRPr="002670EE">
        <w:rPr>
          <w:rFonts w:ascii="Calibri" w:hAnsi="Calibri"/>
          <w:snapToGrid w:val="0"/>
          <w:highlight w:val="lightGray"/>
        </w:rPr>
        <w:t>UAT&gt;</w:t>
      </w:r>
      <w:r w:rsidRPr="002670EE">
        <w:rPr>
          <w:rFonts w:ascii="Calibri" w:hAnsi="Calibri"/>
          <w:snapToGrid w:val="0"/>
        </w:rPr>
        <w:t xml:space="preserve">, </w:t>
      </w:r>
    </w:p>
    <w:p w:rsidR="002E5D1A" w:rsidRPr="002670EE" w:rsidRDefault="002E5D1A" w:rsidP="00705EDB">
      <w:pPr>
        <w:jc w:val="both"/>
        <w:rPr>
          <w:rFonts w:ascii="Calibri" w:hAnsi="Calibri"/>
          <w:snapToGrid w:val="0"/>
        </w:rPr>
      </w:pPr>
      <w:r w:rsidRPr="002670EE">
        <w:rPr>
          <w:rFonts w:ascii="Calibri" w:hAnsi="Calibri"/>
          <w:snapToGrid w:val="0"/>
        </w:rPr>
        <w:t>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numele şi prenumele dirigintelui de şantier/reprezentantului legal al dirigintelui de şantier, astfel cum acesta apare în CI</w:t>
      </w:r>
      <w:r w:rsidRPr="002670EE">
        <w:rPr>
          <w:rFonts w:ascii="Calibri" w:hAnsi="Calibri"/>
          <w:snapToGrid w:val="0"/>
        </w:rPr>
        <w:t>&gt;, posesor al CI seria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</w:t>
      </w:r>
      <w:r w:rsidRPr="002670EE">
        <w:rPr>
          <w:rFonts w:ascii="Calibri" w:hAnsi="Calibri"/>
          <w:snapToGrid w:val="0"/>
        </w:rPr>
        <w:t>&gt; nr.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eliberat/ă de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……………</w:t>
      </w:r>
      <w:r w:rsidRPr="002670EE">
        <w:rPr>
          <w:rFonts w:ascii="Calibri" w:hAnsi="Calibri"/>
          <w:snapToGrid w:val="0"/>
        </w:rPr>
        <w:t>&gt;,  CNP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în calitate de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funcţia</w:t>
      </w:r>
      <w:r w:rsidRPr="002670EE">
        <w:rPr>
          <w:rFonts w:ascii="Calibri" w:hAnsi="Calibri"/>
          <w:snapToGrid w:val="0"/>
        </w:rPr>
        <w:t xml:space="preserve">&gt; </w:t>
      </w:r>
      <w:r w:rsidRPr="002670EE">
        <w:rPr>
          <w:rFonts w:ascii="Calibri" w:hAnsi="Calibri"/>
          <w:snapToGrid w:val="0"/>
          <w:highlight w:val="lightGray"/>
        </w:rPr>
        <w:t>(dacă este cazul)</w:t>
      </w:r>
      <w:r w:rsidRPr="002670EE">
        <w:rPr>
          <w:rFonts w:ascii="Calibri" w:hAnsi="Calibri"/>
          <w:snapToGrid w:val="0"/>
        </w:rPr>
        <w:t xml:space="preserve"> al &lt;</w:t>
      </w:r>
      <w:r w:rsidRPr="002670EE">
        <w:rPr>
          <w:rFonts w:ascii="Calibri" w:hAnsi="Calibri"/>
          <w:i/>
          <w:iCs/>
          <w:snapToGrid w:val="0"/>
          <w:highlight w:val="lightGray"/>
          <w:shd w:val="clear" w:color="auto" w:fill="CCCCCC"/>
        </w:rPr>
        <w:t>denumirea dirigintelui de şantier</w:t>
      </w:r>
      <w:r w:rsidRPr="002670EE">
        <w:rPr>
          <w:rFonts w:ascii="Calibri" w:hAnsi="Calibri"/>
          <w:snapToGrid w:val="0"/>
          <w:highlight w:val="lightGray"/>
        </w:rPr>
        <w:t>&gt;</w:t>
      </w:r>
      <w:r w:rsidRPr="002670EE">
        <w:rPr>
          <w:rFonts w:ascii="Calibri" w:hAnsi="Calibri"/>
          <w:snapToGrid w:val="0"/>
        </w:rPr>
        <w:t xml:space="preserve">, </w:t>
      </w:r>
    </w:p>
    <w:p w:rsidR="002E5D1A" w:rsidRPr="002670EE" w:rsidRDefault="002E5D1A" w:rsidP="00705EDB">
      <w:pPr>
        <w:jc w:val="both"/>
        <w:rPr>
          <w:rFonts w:ascii="Calibri" w:hAnsi="Calibri"/>
          <w:snapToGrid w:val="0"/>
        </w:rPr>
      </w:pPr>
      <w:r w:rsidRPr="002670EE">
        <w:rPr>
          <w:rFonts w:ascii="Calibri" w:hAnsi="Calibri"/>
          <w:snapToGrid w:val="0"/>
        </w:rPr>
        <w:t>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 xml:space="preserve"> numele şi prenumele reprezentantului legal al constructorului, astfel cum acesta apare în CI</w:t>
      </w:r>
      <w:r w:rsidRPr="002670EE">
        <w:rPr>
          <w:rFonts w:ascii="Calibri" w:hAnsi="Calibri"/>
          <w:snapToGrid w:val="0"/>
        </w:rPr>
        <w:t>&gt;, posesor al CI seria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</w:t>
      </w:r>
      <w:r w:rsidRPr="002670EE">
        <w:rPr>
          <w:rFonts w:ascii="Calibri" w:hAnsi="Calibri"/>
          <w:snapToGrid w:val="0"/>
        </w:rPr>
        <w:t>&gt; nr.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eliberat/ă de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……………</w:t>
      </w:r>
      <w:r w:rsidRPr="002670EE">
        <w:rPr>
          <w:rFonts w:ascii="Calibri" w:hAnsi="Calibri"/>
          <w:snapToGrid w:val="0"/>
        </w:rPr>
        <w:t>&gt;,  CNP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în calitate de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funcţia</w:t>
      </w:r>
      <w:r w:rsidRPr="002670EE">
        <w:rPr>
          <w:rFonts w:ascii="Calibri" w:hAnsi="Calibri"/>
          <w:snapToGrid w:val="0"/>
        </w:rPr>
        <w:t>&gt; al &lt;</w:t>
      </w:r>
      <w:r w:rsidRPr="002670EE">
        <w:rPr>
          <w:rFonts w:ascii="Calibri" w:hAnsi="Calibri"/>
          <w:i/>
          <w:iCs/>
          <w:snapToGrid w:val="0"/>
          <w:highlight w:val="lightGray"/>
          <w:shd w:val="clear" w:color="auto" w:fill="CCCCCC"/>
        </w:rPr>
        <w:t xml:space="preserve">denumirea </w:t>
      </w:r>
      <w:r w:rsidRPr="002670EE">
        <w:rPr>
          <w:rFonts w:ascii="Calibri" w:hAnsi="Calibri"/>
          <w:snapToGrid w:val="0"/>
          <w:highlight w:val="lightGray"/>
        </w:rPr>
        <w:t>constructorului&gt;</w:t>
      </w:r>
      <w:r w:rsidRPr="002670EE">
        <w:rPr>
          <w:rFonts w:ascii="Calibri" w:hAnsi="Calibri"/>
          <w:snapToGrid w:val="0"/>
        </w:rPr>
        <w:t xml:space="preserve">, </w:t>
      </w:r>
    </w:p>
    <w:p w:rsidR="002E5D1A" w:rsidRPr="002670EE" w:rsidRDefault="002E5D1A" w:rsidP="00705EDB">
      <w:pPr>
        <w:jc w:val="both"/>
        <w:rPr>
          <w:rFonts w:ascii="Calibri" w:hAnsi="Calibri"/>
          <w:snapToGrid w:val="0"/>
        </w:rPr>
      </w:pPr>
    </w:p>
    <w:p w:rsidR="002E5D1A" w:rsidRPr="002670EE" w:rsidRDefault="002E5D1A" w:rsidP="00705EDB">
      <w:pPr>
        <w:jc w:val="both"/>
        <w:rPr>
          <w:rFonts w:ascii="Calibri" w:hAnsi="Calibri"/>
        </w:rPr>
      </w:pPr>
      <w:r w:rsidRPr="002670EE">
        <w:rPr>
          <w:rFonts w:ascii="Calibri" w:hAnsi="Calibri"/>
          <w:snapToGrid w:val="0"/>
        </w:rPr>
        <w:lastRenderedPageBreak/>
        <w:t xml:space="preserve">cunoscând că falsul în </w:t>
      </w:r>
      <w:r w:rsidR="009F53B4" w:rsidRPr="002670EE">
        <w:rPr>
          <w:rFonts w:ascii="Calibri" w:hAnsi="Calibri"/>
          <w:snapToGrid w:val="0"/>
        </w:rPr>
        <w:t>declarații</w:t>
      </w:r>
      <w:r w:rsidRPr="002670EE">
        <w:rPr>
          <w:rFonts w:ascii="Calibri" w:hAnsi="Calibri"/>
          <w:snapToGrid w:val="0"/>
        </w:rPr>
        <w:t xml:space="preserve"> este pedepsit de legea penală, conform prevederilor din Codul Penal, declaram în solidar, pe propria răspundere, că </w:t>
      </w:r>
      <w:r w:rsidR="009F53B4" w:rsidRPr="002670EE">
        <w:rPr>
          <w:rFonts w:ascii="Calibri" w:hAnsi="Calibri" w:cs="Arial"/>
          <w:snapToGrid w:val="0"/>
        </w:rPr>
        <w:t>informațiile</w:t>
      </w:r>
      <w:r w:rsidRPr="002670EE">
        <w:rPr>
          <w:rFonts w:ascii="Calibri" w:hAnsi="Calibri" w:cs="Arial"/>
          <w:snapToGrid w:val="0"/>
        </w:rPr>
        <w:t xml:space="preserve"> furnizate sunt complete şi corecte în fiecare detaliu şi </w:t>
      </w:r>
      <w:r w:rsidR="009F53B4" w:rsidRPr="002670EE">
        <w:rPr>
          <w:rFonts w:ascii="Calibri" w:hAnsi="Calibri" w:cs="Arial"/>
          <w:snapToGrid w:val="0"/>
        </w:rPr>
        <w:t>înțelegem</w:t>
      </w:r>
      <w:r w:rsidRPr="002670EE">
        <w:rPr>
          <w:rFonts w:ascii="Calibri" w:hAnsi="Calibri" w:cs="Arial"/>
          <w:snapToGrid w:val="0"/>
        </w:rPr>
        <w:t xml:space="preserve"> că Autoritatea de Management pentru Programul Regional Centru 2021-2027 au dreptul de a solicita, în scopul verificării şi confirmării </w:t>
      </w:r>
      <w:r w:rsidR="009F53B4" w:rsidRPr="002670EE">
        <w:rPr>
          <w:rFonts w:ascii="Calibri" w:hAnsi="Calibri" w:cs="Arial"/>
          <w:snapToGrid w:val="0"/>
        </w:rPr>
        <w:t>declarațiilor</w:t>
      </w:r>
      <w:r w:rsidRPr="002670EE">
        <w:rPr>
          <w:rFonts w:ascii="Calibri" w:hAnsi="Calibri" w:cs="Arial"/>
          <w:snapToGrid w:val="0"/>
        </w:rPr>
        <w:t xml:space="preserve">, </w:t>
      </w:r>
      <w:r w:rsidR="009F53B4" w:rsidRPr="002670EE">
        <w:rPr>
          <w:rFonts w:ascii="Calibri" w:hAnsi="Calibri" w:cs="Arial"/>
          <w:snapToGrid w:val="0"/>
        </w:rPr>
        <w:t>situațiilor</w:t>
      </w:r>
      <w:r w:rsidRPr="002670EE">
        <w:rPr>
          <w:rFonts w:ascii="Calibri" w:hAnsi="Calibri" w:cs="Arial"/>
          <w:snapToGrid w:val="0"/>
        </w:rPr>
        <w:t xml:space="preserve"> şi documentelor care însoţesc</w:t>
      </w:r>
      <w:r w:rsidRPr="002670EE">
        <w:rPr>
          <w:rFonts w:ascii="Calibri" w:hAnsi="Calibri"/>
        </w:rPr>
        <w:t xml:space="preserve"> prezentul raport, orice </w:t>
      </w:r>
      <w:r w:rsidR="009F53B4" w:rsidRPr="002670EE">
        <w:rPr>
          <w:rFonts w:ascii="Calibri" w:hAnsi="Calibri"/>
        </w:rPr>
        <w:t>informații</w:t>
      </w:r>
      <w:r w:rsidRPr="002670EE">
        <w:rPr>
          <w:rFonts w:ascii="Calibri" w:hAnsi="Calibri"/>
        </w:rPr>
        <w:t xml:space="preserve"> suplimentare cu privire la aspectele menționate în cadrul prezentului raport.</w:t>
      </w:r>
    </w:p>
    <w:p w:rsidR="002E5D1A" w:rsidRPr="002670EE" w:rsidRDefault="002E5D1A" w:rsidP="00705EDB">
      <w:pPr>
        <w:jc w:val="both"/>
        <w:rPr>
          <w:rFonts w:ascii="Calibri" w:hAnsi="Calibri"/>
        </w:rPr>
      </w:pPr>
      <w:r w:rsidRPr="002670EE">
        <w:rPr>
          <w:rFonts w:ascii="Calibri" w:hAnsi="Calibri"/>
        </w:rPr>
        <w:t xml:space="preserve">Subsemnații autorizăm prin prezenta orice </w:t>
      </w:r>
      <w:r w:rsidR="009F53B4" w:rsidRPr="002670EE">
        <w:rPr>
          <w:rFonts w:ascii="Calibri" w:hAnsi="Calibri"/>
        </w:rPr>
        <w:t>instituție</w:t>
      </w:r>
      <w:r w:rsidRPr="002670EE">
        <w:rPr>
          <w:rFonts w:ascii="Calibri" w:hAnsi="Calibri"/>
        </w:rPr>
        <w:t xml:space="preserve">, sau alte persoane juridice să furnizeze informaţii reprezentanţilor autorizaţi ai AM PR Centru cu privire la orice aspect în legătură cu </w:t>
      </w:r>
      <w:r w:rsidRPr="002670EE">
        <w:rPr>
          <w:rFonts w:ascii="Calibri" w:hAnsi="Calibri"/>
          <w:b/>
          <w:bCs/>
        </w:rPr>
        <w:t>execuția investiției</w:t>
      </w:r>
      <w:r w:rsidRPr="002670EE">
        <w:rPr>
          <w:rFonts w:ascii="Calibri" w:hAnsi="Calibri"/>
        </w:rPr>
        <w:t>.</w:t>
      </w:r>
    </w:p>
    <w:p w:rsidR="002E5D1A" w:rsidRPr="002670EE" w:rsidRDefault="002E5D1A" w:rsidP="00705EDB">
      <w:pPr>
        <w:jc w:val="both"/>
        <w:rPr>
          <w:rFonts w:ascii="Calibri" w:hAnsi="Calibri"/>
        </w:rPr>
      </w:pPr>
      <w:r w:rsidRPr="002670EE">
        <w:rPr>
          <w:rFonts w:ascii="Calibri" w:hAnsi="Calibri"/>
        </w:rPr>
        <w:t xml:space="preserve">Subsemnații declarăm că înţelegem şi acceptăm că furnizarea deliberată, către AM PR Centru,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2E5D1A" w:rsidRPr="002670EE" w:rsidRDefault="002E5D1A" w:rsidP="00E746F8">
      <w:pPr>
        <w:rPr>
          <w:rFonts w:ascii="Calibri" w:hAnsi="Calibri" w:cs="Calibri"/>
        </w:rPr>
      </w:pPr>
    </w:p>
    <w:p w:rsidR="0067135A" w:rsidRPr="002670EE" w:rsidRDefault="002E5D1A" w:rsidP="00E746F8">
      <w:pPr>
        <w:rPr>
          <w:rFonts w:ascii="Calibri" w:hAnsi="Calibri"/>
        </w:rPr>
      </w:pPr>
      <w:r w:rsidRPr="002670EE">
        <w:rPr>
          <w:rFonts w:ascii="Calibri" w:hAnsi="Calibri"/>
        </w:rPr>
        <w:t>SEMNĂTURI/DATA:</w:t>
      </w:r>
    </w:p>
    <w:p w:rsidR="00B41FEF" w:rsidRPr="002670EE" w:rsidRDefault="00B41FEF" w:rsidP="00E746F8">
      <w:pPr>
        <w:rPr>
          <w:rFonts w:ascii="Calibri" w:hAnsi="Calibri"/>
        </w:rPr>
      </w:pPr>
    </w:p>
    <w:p w:rsidR="00B41FEF" w:rsidRPr="002670EE" w:rsidRDefault="00B41FEF" w:rsidP="00E746F8">
      <w:pPr>
        <w:rPr>
          <w:rFonts w:ascii="Calibri" w:hAnsi="Calibri"/>
        </w:rPr>
      </w:pPr>
    </w:p>
    <w:p w:rsidR="002E5D1A" w:rsidRPr="002670EE" w:rsidRDefault="002E5D1A" w:rsidP="00E746F8">
      <w:pPr>
        <w:rPr>
          <w:rFonts w:ascii="Calibri" w:hAnsi="Calibri"/>
        </w:rPr>
      </w:pPr>
      <w:r w:rsidRPr="002670EE">
        <w:rPr>
          <w:rFonts w:ascii="Calibri" w:hAnsi="Calibri"/>
        </w:rPr>
        <w:t xml:space="preserve">Reprezentantul legal                                                                                      </w:t>
      </w:r>
      <w:r w:rsidR="009F53B4" w:rsidRPr="002670EE">
        <w:rPr>
          <w:rFonts w:ascii="Calibri" w:hAnsi="Calibri"/>
        </w:rPr>
        <w:t xml:space="preserve">            </w:t>
      </w:r>
      <w:r w:rsidRPr="002670EE">
        <w:rPr>
          <w:rFonts w:ascii="Calibri" w:hAnsi="Calibri"/>
        </w:rPr>
        <w:t>Reprezentantul legal</w:t>
      </w:r>
    </w:p>
    <w:p w:rsidR="002E5D1A" w:rsidRPr="002670EE" w:rsidRDefault="002E5D1A" w:rsidP="00E746F8">
      <w:pPr>
        <w:rPr>
          <w:rFonts w:ascii="Calibri" w:hAnsi="Calibri"/>
        </w:rPr>
      </w:pPr>
      <w:r w:rsidRPr="002670EE">
        <w:rPr>
          <w:rFonts w:ascii="Calibri" w:hAnsi="Calibri"/>
        </w:rPr>
        <w:t>al beneficiarului,</w:t>
      </w:r>
      <w:r w:rsidRPr="002670EE">
        <w:rPr>
          <w:rFonts w:ascii="Calibri" w:hAnsi="Calibri"/>
        </w:rPr>
        <w:tab/>
      </w:r>
      <w:r w:rsidR="009F53B4" w:rsidRPr="002670EE">
        <w:rPr>
          <w:rFonts w:ascii="Calibri" w:hAnsi="Calibri"/>
        </w:rPr>
        <w:t xml:space="preserve">                           </w:t>
      </w:r>
      <w:r w:rsidRPr="002670EE">
        <w:rPr>
          <w:rFonts w:ascii="Calibri" w:hAnsi="Calibri"/>
        </w:rPr>
        <w:t xml:space="preserve">Diriginte de şantier,                          </w:t>
      </w:r>
      <w:r w:rsidR="009F53B4" w:rsidRPr="002670EE">
        <w:rPr>
          <w:rFonts w:ascii="Calibri" w:hAnsi="Calibri"/>
        </w:rPr>
        <w:t xml:space="preserve">             </w:t>
      </w:r>
      <w:r w:rsidRPr="002670EE">
        <w:rPr>
          <w:rFonts w:ascii="Calibri" w:hAnsi="Calibri"/>
        </w:rPr>
        <w:t xml:space="preserve">al constructorului  </w:t>
      </w:r>
    </w:p>
    <w:p w:rsidR="002E5D1A" w:rsidRPr="002670EE" w:rsidRDefault="002E5D1A" w:rsidP="00E746F8">
      <w:pPr>
        <w:rPr>
          <w:rFonts w:ascii="Calibri" w:hAnsi="Calibri"/>
        </w:rPr>
      </w:pPr>
      <w:r w:rsidRPr="002670EE">
        <w:rPr>
          <w:rFonts w:ascii="Calibri" w:hAnsi="Calibri"/>
        </w:rPr>
        <w:t>(semnătura, ștampila, data)            (semnătura, ștampila, data)             (semnătura, ștampila, data)</w:t>
      </w:r>
    </w:p>
    <w:sectPr w:rsidR="002E5D1A" w:rsidRPr="002670EE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A01" w:rsidRDefault="003F7A01">
      <w:r>
        <w:separator/>
      </w:r>
    </w:p>
  </w:endnote>
  <w:endnote w:type="continuationSeparator" w:id="0">
    <w:p w:rsidR="003F7A01" w:rsidRDefault="003F7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1D50C8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1D50C8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A01" w:rsidRDefault="003F7A01">
      <w:r>
        <w:separator/>
      </w:r>
    </w:p>
  </w:footnote>
  <w:footnote w:type="continuationSeparator" w:id="0">
    <w:p w:rsidR="003F7A01" w:rsidRDefault="003F7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1D50C8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C443B2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C443B2">
      <w:rPr>
        <w:noProof/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1D50C8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727A5"/>
    <w:multiLevelType w:val="hybridMultilevel"/>
    <w:tmpl w:val="0EAA0574"/>
    <w:lvl w:ilvl="0" w:tplc="B540DD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B03B5"/>
    <w:multiLevelType w:val="hybridMultilevel"/>
    <w:tmpl w:val="E6E6BB66"/>
    <w:lvl w:ilvl="0" w:tplc="B540DD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4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75AA8"/>
    <w:multiLevelType w:val="hybridMultilevel"/>
    <w:tmpl w:val="57CC8C04"/>
    <w:lvl w:ilvl="0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BodyTextIndent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6B4345"/>
    <w:multiLevelType w:val="multilevel"/>
    <w:tmpl w:val="428C6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9"/>
  </w:num>
  <w:num w:numId="10">
    <w:abstractNumId w:val="10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72DDE"/>
    <w:rsid w:val="00080850"/>
    <w:rsid w:val="0009018B"/>
    <w:rsid w:val="00094830"/>
    <w:rsid w:val="000A360D"/>
    <w:rsid w:val="000C2AAE"/>
    <w:rsid w:val="000F4AD1"/>
    <w:rsid w:val="0011340A"/>
    <w:rsid w:val="001175F2"/>
    <w:rsid w:val="001357F6"/>
    <w:rsid w:val="00144BFD"/>
    <w:rsid w:val="00156AE0"/>
    <w:rsid w:val="001D50C8"/>
    <w:rsid w:val="001E7D06"/>
    <w:rsid w:val="00260EDA"/>
    <w:rsid w:val="002670EE"/>
    <w:rsid w:val="002B3BB9"/>
    <w:rsid w:val="002E07E9"/>
    <w:rsid w:val="002E5D1A"/>
    <w:rsid w:val="002F1246"/>
    <w:rsid w:val="002F74DA"/>
    <w:rsid w:val="00351F71"/>
    <w:rsid w:val="00376CFE"/>
    <w:rsid w:val="003A7D31"/>
    <w:rsid w:val="003E2E03"/>
    <w:rsid w:val="003F7A01"/>
    <w:rsid w:val="00474F02"/>
    <w:rsid w:val="00523BEA"/>
    <w:rsid w:val="005800B2"/>
    <w:rsid w:val="005A6B00"/>
    <w:rsid w:val="005C21C9"/>
    <w:rsid w:val="005C7AFF"/>
    <w:rsid w:val="00643AC4"/>
    <w:rsid w:val="00656770"/>
    <w:rsid w:val="0067135A"/>
    <w:rsid w:val="006B79B9"/>
    <w:rsid w:val="006F14B9"/>
    <w:rsid w:val="00705EDB"/>
    <w:rsid w:val="007209E0"/>
    <w:rsid w:val="00754551"/>
    <w:rsid w:val="007A69A6"/>
    <w:rsid w:val="007C403D"/>
    <w:rsid w:val="00851382"/>
    <w:rsid w:val="00854DF3"/>
    <w:rsid w:val="0088290B"/>
    <w:rsid w:val="008C26CE"/>
    <w:rsid w:val="008E6BBC"/>
    <w:rsid w:val="008E7688"/>
    <w:rsid w:val="00922714"/>
    <w:rsid w:val="00936CF8"/>
    <w:rsid w:val="0095716B"/>
    <w:rsid w:val="009F53B4"/>
    <w:rsid w:val="009F711B"/>
    <w:rsid w:val="00A06DE4"/>
    <w:rsid w:val="00A3495E"/>
    <w:rsid w:val="00AE4990"/>
    <w:rsid w:val="00B15233"/>
    <w:rsid w:val="00B41FEF"/>
    <w:rsid w:val="00BD3175"/>
    <w:rsid w:val="00C05C7A"/>
    <w:rsid w:val="00C443B2"/>
    <w:rsid w:val="00C82AD1"/>
    <w:rsid w:val="00C916A3"/>
    <w:rsid w:val="00CC6C98"/>
    <w:rsid w:val="00D22014"/>
    <w:rsid w:val="00D64CDE"/>
    <w:rsid w:val="00D94812"/>
    <w:rsid w:val="00DD113C"/>
    <w:rsid w:val="00E31672"/>
    <w:rsid w:val="00E746F8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4C6AD56-9A5C-4F84-A21E-879CB551D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eval">
    <w:name w:val="eval"/>
    <w:basedOn w:val="Heading3"/>
    <w:rsid w:val="003A7D31"/>
    <w:pPr>
      <w:tabs>
        <w:tab w:val="num" w:pos="3600"/>
      </w:tabs>
      <w:ind w:left="3600" w:hanging="360"/>
    </w:pPr>
    <w:rPr>
      <w:rFonts w:ascii="Arial" w:hAnsi="Arial"/>
      <w:sz w:val="20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2E5D1A"/>
    <w:rPr>
      <w:rFonts w:ascii="Calibri" w:eastAsia="Calibri" w:hAnsi="Calibri"/>
      <w:sz w:val="22"/>
      <w:szCs w:val="22"/>
      <w:lang w:val="en-US" w:eastAsia="en-US"/>
    </w:rPr>
  </w:style>
  <w:style w:type="character" w:customStyle="1" w:styleId="PlainTextChar">
    <w:name w:val="Plain Text Char"/>
    <w:link w:val="PlainText"/>
    <w:uiPriority w:val="99"/>
    <w:rsid w:val="002E5D1A"/>
    <w:rPr>
      <w:rFonts w:ascii="Calibri" w:eastAsia="Calibri" w:hAnsi="Calibri"/>
      <w:sz w:val="22"/>
      <w:szCs w:val="22"/>
    </w:r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2E5D1A"/>
    <w:pPr>
      <w:spacing w:after="240"/>
      <w:ind w:left="720"/>
      <w:jc w:val="both"/>
    </w:pPr>
    <w:rPr>
      <w:rFonts w:ascii="Times New Roman" w:hAnsi="Times New Roman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2E5D1A"/>
    <w:rPr>
      <w:sz w:val="24"/>
      <w:lang w:val="ro-RO" w:eastAsia="ro-RO"/>
    </w:rPr>
  </w:style>
  <w:style w:type="character" w:customStyle="1" w:styleId="HeaderChar">
    <w:name w:val="Header Char"/>
    <w:link w:val="Header"/>
    <w:uiPriority w:val="99"/>
    <w:rsid w:val="002E5D1A"/>
    <w:rPr>
      <w:rFonts w:ascii="Arial Narrow" w:hAnsi="Arial Narrow"/>
      <w:sz w:val="24"/>
      <w:szCs w:val="24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00725-3348-4119-A541-E87D10A8C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4</Pages>
  <Words>855</Words>
  <Characters>4965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5809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2023-09-07T08:41:00Z</dcterms:created>
  <dcterms:modified xsi:type="dcterms:W3CDTF">2023-09-07T08:41:00Z</dcterms:modified>
</cp:coreProperties>
</file>